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0E43D" w14:textId="77777777" w:rsidR="007E20F1" w:rsidRPr="00CC58E3" w:rsidRDefault="00FA012C" w:rsidP="00B60126">
      <w:pPr>
        <w:pStyle w:val="BL-sub"/>
      </w:pPr>
      <w:r>
        <w:t>NAF Professional Ethics</w:t>
      </w:r>
    </w:p>
    <w:p w14:paraId="4100DC44" w14:textId="77777777" w:rsidR="007E20F1" w:rsidRPr="00CC156D" w:rsidRDefault="00FA012C" w:rsidP="007E20F1">
      <w:pPr>
        <w:pStyle w:val="LessonNo"/>
      </w:pPr>
      <w:r>
        <w:t>Lesson 12</w:t>
      </w:r>
    </w:p>
    <w:p w14:paraId="590EE9F4" w14:textId="77777777" w:rsidR="007E20F1" w:rsidRPr="008C18FC" w:rsidRDefault="007E20F1" w:rsidP="007E20F1">
      <w:pPr>
        <w:pStyle w:val="LessonTitle"/>
      </w:pPr>
      <w:r>
        <w:t xml:space="preserve">Project Presentation and </w:t>
      </w:r>
      <w:r>
        <w:br/>
        <w:t>Course Closure</w:t>
      </w:r>
    </w:p>
    <w:p w14:paraId="2C3219E5" w14:textId="77777777" w:rsidR="007E20F1" w:rsidRPr="00CC58E3" w:rsidRDefault="007E20F1" w:rsidP="007E20F1">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442"/>
        <w:gridCol w:w="6629"/>
      </w:tblGrid>
      <w:tr w:rsidR="007E20F1" w:rsidRPr="00CC58E3" w14:paraId="20102D30" w14:textId="77777777">
        <w:tc>
          <w:tcPr>
            <w:tcW w:w="1346" w:type="pct"/>
            <w:tcBorders>
              <w:bottom w:val="single" w:sz="4" w:space="0" w:color="auto"/>
            </w:tcBorders>
            <w:shd w:val="clear" w:color="auto" w:fill="336699"/>
          </w:tcPr>
          <w:p w14:paraId="19184162" w14:textId="77777777" w:rsidR="007E20F1" w:rsidRPr="00042E92" w:rsidRDefault="007E20F1" w:rsidP="007E20F1">
            <w:pPr>
              <w:pStyle w:val="TableHeadings"/>
            </w:pPr>
            <w:r>
              <w:t>Resource</w:t>
            </w:r>
          </w:p>
        </w:tc>
        <w:tc>
          <w:tcPr>
            <w:tcW w:w="3654" w:type="pct"/>
            <w:tcBorders>
              <w:bottom w:val="single" w:sz="4" w:space="0" w:color="auto"/>
            </w:tcBorders>
            <w:shd w:val="clear" w:color="auto" w:fill="336699"/>
          </w:tcPr>
          <w:p w14:paraId="52910240" w14:textId="77777777" w:rsidR="007E20F1" w:rsidRPr="00042E92" w:rsidRDefault="007E20F1" w:rsidP="007E20F1">
            <w:pPr>
              <w:pStyle w:val="TableHeadings"/>
            </w:pPr>
            <w:r>
              <w:t>Description</w:t>
            </w:r>
          </w:p>
        </w:tc>
      </w:tr>
      <w:tr w:rsidR="007E20F1" w:rsidRPr="00CC58E3" w14:paraId="0C75D0BB" w14:textId="77777777">
        <w:tc>
          <w:tcPr>
            <w:tcW w:w="1346" w:type="pct"/>
            <w:shd w:val="clear" w:color="auto" w:fill="CADCEE"/>
          </w:tcPr>
          <w:p w14:paraId="27A25F68" w14:textId="77777777" w:rsidR="007E20F1" w:rsidRPr="00CC58E3" w:rsidRDefault="007E20F1" w:rsidP="007E20F1">
            <w:pPr>
              <w:pStyle w:val="TableText"/>
            </w:pPr>
            <w:r w:rsidRPr="00CC58E3">
              <w:t xml:space="preserve">Student Resource </w:t>
            </w:r>
            <w:r w:rsidR="00FA012C">
              <w:t>12</w:t>
            </w:r>
            <w:r>
              <w:t>.1</w:t>
            </w:r>
          </w:p>
        </w:tc>
        <w:tc>
          <w:tcPr>
            <w:tcW w:w="3654" w:type="pct"/>
            <w:shd w:val="clear" w:color="auto" w:fill="CADCEE"/>
          </w:tcPr>
          <w:p w14:paraId="1B32F1E0" w14:textId="77777777" w:rsidR="007E20F1" w:rsidRPr="00CC58E3" w:rsidRDefault="00FA012C" w:rsidP="007E20F1">
            <w:pPr>
              <w:pStyle w:val="TableText"/>
            </w:pPr>
            <w:r>
              <w:t>Culminating Project: Feedback Form</w:t>
            </w:r>
          </w:p>
        </w:tc>
      </w:tr>
      <w:tr w:rsidR="007E20F1" w:rsidRPr="00CC58E3" w14:paraId="1DA1F1D2" w14:textId="77777777">
        <w:tc>
          <w:tcPr>
            <w:tcW w:w="1346" w:type="pct"/>
          </w:tcPr>
          <w:p w14:paraId="1ED54BCF" w14:textId="77777777" w:rsidR="007E20F1" w:rsidRPr="00CC58E3" w:rsidRDefault="00FA012C" w:rsidP="007E20F1">
            <w:pPr>
              <w:pStyle w:val="TableText"/>
            </w:pPr>
            <w:r>
              <w:t>Student Resource 12</w:t>
            </w:r>
            <w:r w:rsidR="007E20F1">
              <w:t>.2</w:t>
            </w:r>
          </w:p>
        </w:tc>
        <w:tc>
          <w:tcPr>
            <w:tcW w:w="3654" w:type="pct"/>
          </w:tcPr>
          <w:p w14:paraId="77CA0EAD" w14:textId="77777777" w:rsidR="007E20F1" w:rsidRPr="00CC58E3" w:rsidRDefault="00FA012C" w:rsidP="007E20F1">
            <w:pPr>
              <w:pStyle w:val="TableText"/>
            </w:pPr>
            <w:r>
              <w:t>Culminating Project: Personal Critique</w:t>
            </w:r>
          </w:p>
        </w:tc>
      </w:tr>
    </w:tbl>
    <w:p w14:paraId="68C6B936" w14:textId="77777777" w:rsidR="007E20F1" w:rsidRPr="00CC58E3" w:rsidRDefault="007E20F1" w:rsidP="007E20F1">
      <w:pPr>
        <w:pStyle w:val="BodyText"/>
      </w:pPr>
    </w:p>
    <w:p w14:paraId="2ABC481A" w14:textId="77777777" w:rsidR="007E20F1" w:rsidRDefault="00FA012C" w:rsidP="007E20F1">
      <w:pPr>
        <w:pStyle w:val="ResourceNo"/>
      </w:pPr>
      <w:r>
        <w:lastRenderedPageBreak/>
        <w:t>Student Resource 12.1</w:t>
      </w:r>
    </w:p>
    <w:p w14:paraId="1426CE1D" w14:textId="77777777" w:rsidR="007E20F1" w:rsidRPr="00C70174" w:rsidRDefault="00877D97" w:rsidP="007E20F1">
      <w:pPr>
        <w:pStyle w:val="ResourceTitle"/>
        <w:spacing w:after="0" w:line="340" w:lineRule="atLeast"/>
      </w:pPr>
      <w:r>
        <w:t xml:space="preserve">Culminating Project: </w:t>
      </w:r>
      <w:r w:rsidR="007E20F1">
        <w:t>Feedback Form</w:t>
      </w:r>
    </w:p>
    <w:p w14:paraId="2FBDD8A5" w14:textId="77777777" w:rsidR="007E20F1" w:rsidRDefault="007E20F1" w:rsidP="007E20F1">
      <w:pPr>
        <w:pStyle w:val="BodyText"/>
      </w:pPr>
    </w:p>
    <w:p w14:paraId="212D0EEE" w14:textId="7EC1DC86" w:rsidR="007E20F1" w:rsidRDefault="00FA012C" w:rsidP="006D483F">
      <w:pPr>
        <w:pStyle w:val="Instructions"/>
      </w:pPr>
      <w:r>
        <w:t>Ethical Issue</w:t>
      </w:r>
      <w:r w:rsidR="007E20F1">
        <w:t>:_________________________________________________________________________</w:t>
      </w:r>
    </w:p>
    <w:p w14:paraId="58A283E5" w14:textId="2A92B87A" w:rsidR="007E20F1" w:rsidRDefault="007E20F1" w:rsidP="000C11C3">
      <w:pPr>
        <w:pStyle w:val="Instructions"/>
        <w:rPr>
          <w:u w:val="single"/>
        </w:rPr>
      </w:pPr>
      <w:r>
        <w:t>Student Name</w:t>
      </w:r>
      <w:r w:rsidR="00A0671F">
        <w:t>s</w:t>
      </w:r>
      <w:r>
        <w:t>:</w:t>
      </w:r>
      <w:r>
        <w:rPr>
          <w:u w:val="single"/>
        </w:rPr>
        <w:tab/>
      </w:r>
      <w:r>
        <w:rPr>
          <w:u w:val="single"/>
        </w:rPr>
        <w:tab/>
      </w:r>
      <w:r>
        <w:rPr>
          <w:u w:val="single"/>
        </w:rPr>
        <w:tab/>
      </w:r>
      <w:r>
        <w:rPr>
          <w:u w:val="single"/>
        </w:rPr>
        <w:tab/>
      </w:r>
      <w:r>
        <w:rPr>
          <w:u w:val="single"/>
        </w:rPr>
        <w:tab/>
      </w:r>
      <w:r>
        <w:rPr>
          <w:u w:val="single"/>
        </w:rPr>
        <w:tab/>
      </w:r>
      <w:r>
        <w:rPr>
          <w:u w:val="single"/>
        </w:rPr>
        <w:tab/>
      </w:r>
      <w:r w:rsidRPr="00366560">
        <w:t xml:space="preserve"> </w:t>
      </w:r>
      <w:r>
        <w:t>Date:</w:t>
      </w:r>
      <w:r>
        <w:rPr>
          <w:u w:val="single"/>
        </w:rPr>
        <w:tab/>
      </w:r>
      <w:r>
        <w:rPr>
          <w:u w:val="single"/>
        </w:rPr>
        <w:tab/>
      </w:r>
      <w:r w:rsidR="006D483F">
        <w:rPr>
          <w:u w:val="single"/>
        </w:rPr>
        <w:tab/>
      </w:r>
    </w:p>
    <w:p w14:paraId="6DAAD44F" w14:textId="0398AF4E" w:rsidR="007E20F1" w:rsidRDefault="006D483F" w:rsidP="007E20F1">
      <w:pPr>
        <w:pStyle w:val="BodyText"/>
      </w:pPr>
      <w:r>
        <w:t>Has</w:t>
      </w:r>
      <w:r w:rsidR="007E20F1">
        <w:t xml:space="preserve"> this presentation made a significant contribution to your understanding of </w:t>
      </w:r>
      <w:r>
        <w:t xml:space="preserve">how </w:t>
      </w:r>
      <w:r w:rsidR="00FA012C">
        <w:t>importan</w:t>
      </w:r>
      <w:r>
        <w:t>t</w:t>
      </w:r>
      <w:r w:rsidR="00FA012C">
        <w:t xml:space="preserve"> this ethical issue</w:t>
      </w:r>
      <w:r>
        <w:t xml:space="preserve"> is</w:t>
      </w:r>
      <w:r w:rsidR="007E20F1">
        <w:t>? Why or why not?</w:t>
      </w:r>
    </w:p>
    <w:p w14:paraId="4D9FDF06" w14:textId="77777777" w:rsidR="00EA246F" w:rsidRDefault="00EA246F" w:rsidP="007E20F1">
      <w:pPr>
        <w:spacing w:after="0" w:line="560" w:lineRule="atLeast"/>
        <w:rPr>
          <w:u w:val="single"/>
        </w:rPr>
      </w:pPr>
    </w:p>
    <w:p w14:paraId="093BBAA1" w14:textId="77777777" w:rsidR="00EA246F" w:rsidRDefault="00EA246F" w:rsidP="007E20F1">
      <w:pPr>
        <w:spacing w:after="0" w:line="560" w:lineRule="atLeast"/>
        <w:rPr>
          <w:u w:val="single"/>
        </w:rPr>
      </w:pPr>
    </w:p>
    <w:p w14:paraId="537376F9" w14:textId="77777777" w:rsidR="007E20F1" w:rsidRPr="00F666A2" w:rsidRDefault="00FA012C" w:rsidP="007E20F1">
      <w:pPr>
        <w:spacing w:after="0" w:line="560" w:lineRule="atLeast"/>
      </w:pPr>
      <w:r>
        <w:t>Do you think the solution(s) proposed by the team would help to resolve this issue? Why or why not?</w:t>
      </w:r>
    </w:p>
    <w:p w14:paraId="0FA8090C" w14:textId="77777777" w:rsidR="007E20F1" w:rsidRDefault="007E20F1" w:rsidP="007E20F1">
      <w:pPr>
        <w:pStyle w:val="BodyText"/>
      </w:pPr>
    </w:p>
    <w:p w14:paraId="3C6FDBFD" w14:textId="77777777" w:rsidR="00FA012C" w:rsidRDefault="00FA012C" w:rsidP="007E20F1">
      <w:pPr>
        <w:pStyle w:val="BodyText"/>
        <w:spacing w:after="0"/>
      </w:pPr>
    </w:p>
    <w:p w14:paraId="2A574F74" w14:textId="77777777" w:rsidR="00FA012C" w:rsidRDefault="00FA012C" w:rsidP="007E20F1">
      <w:pPr>
        <w:pStyle w:val="BodyText"/>
        <w:spacing w:after="0"/>
      </w:pPr>
    </w:p>
    <w:p w14:paraId="728FE71C" w14:textId="77777777" w:rsidR="007E20F1" w:rsidRDefault="00FA012C" w:rsidP="007E20F1">
      <w:pPr>
        <w:pStyle w:val="BodyText"/>
        <w:spacing w:after="0"/>
      </w:pPr>
      <w:r>
        <w:t>List two things the team</w:t>
      </w:r>
      <w:r w:rsidR="007E20F1">
        <w:t xml:space="preserve"> did well.</w:t>
      </w:r>
    </w:p>
    <w:p w14:paraId="15A21270" w14:textId="77777777" w:rsidR="005A7CDC" w:rsidRDefault="005A7CDC" w:rsidP="005A7CDC">
      <w:pPr>
        <w:pStyle w:val="Numbered"/>
      </w:pPr>
    </w:p>
    <w:p w14:paraId="05AA1082" w14:textId="77777777" w:rsidR="005A7CDC" w:rsidRDefault="005A7CDC" w:rsidP="005A7CDC">
      <w:pPr>
        <w:pStyle w:val="Numbered"/>
      </w:pPr>
      <w:r>
        <w:t xml:space="preserve"> </w:t>
      </w:r>
      <w:r w:rsidRPr="00275A19">
        <w:rPr>
          <w:u w:val="single"/>
        </w:rPr>
        <w:t xml:space="preserve"> </w:t>
      </w:r>
    </w:p>
    <w:p w14:paraId="6847F915" w14:textId="77777777" w:rsidR="005A7CDC" w:rsidRDefault="005A7CDC" w:rsidP="00FA012C">
      <w:pPr>
        <w:pStyle w:val="Numbered"/>
        <w:numPr>
          <w:ilvl w:val="0"/>
          <w:numId w:val="0"/>
        </w:numPr>
        <w:ind w:left="630"/>
      </w:pPr>
      <w:r>
        <w:t xml:space="preserve"> </w:t>
      </w:r>
    </w:p>
    <w:p w14:paraId="2C2B7AC3" w14:textId="77777777" w:rsidR="007E20F1" w:rsidRDefault="007E20F1" w:rsidP="007E20F1">
      <w:pPr>
        <w:pStyle w:val="BodyText"/>
        <w:spacing w:before="240" w:after="0"/>
      </w:pPr>
    </w:p>
    <w:p w14:paraId="1B116668" w14:textId="1389E5E2" w:rsidR="007E20F1" w:rsidRDefault="00FA012C" w:rsidP="007E20F1">
      <w:pPr>
        <w:pStyle w:val="BodyText"/>
        <w:spacing w:before="240" w:after="0"/>
      </w:pPr>
      <w:r>
        <w:t>List two</w:t>
      </w:r>
      <w:r w:rsidR="007E20F1">
        <w:t xml:space="preserve"> things you think the</w:t>
      </w:r>
      <w:r w:rsidR="006D483F">
        <w:t xml:space="preserve"> team</w:t>
      </w:r>
      <w:r w:rsidR="007E20F1">
        <w:t xml:space="preserve"> could have done better.</w:t>
      </w:r>
    </w:p>
    <w:p w14:paraId="059255EA" w14:textId="77777777" w:rsidR="005A7CDC" w:rsidRDefault="005A7CDC" w:rsidP="005A7CDC">
      <w:pPr>
        <w:pStyle w:val="Numbered"/>
        <w:numPr>
          <w:ilvl w:val="0"/>
          <w:numId w:val="30"/>
        </w:numPr>
      </w:pPr>
    </w:p>
    <w:p w14:paraId="59F692FA" w14:textId="77777777" w:rsidR="005A7CDC" w:rsidRDefault="005A7CDC" w:rsidP="005A7CDC">
      <w:pPr>
        <w:pStyle w:val="Numbered"/>
      </w:pPr>
      <w:r>
        <w:t xml:space="preserve"> </w:t>
      </w:r>
      <w:r w:rsidRPr="00275A19">
        <w:rPr>
          <w:u w:val="single"/>
        </w:rPr>
        <w:t xml:space="preserve"> </w:t>
      </w:r>
    </w:p>
    <w:p w14:paraId="637157A9" w14:textId="77777777" w:rsidR="005A7CDC" w:rsidRDefault="005A7CDC" w:rsidP="00FA012C">
      <w:pPr>
        <w:pStyle w:val="Numbered"/>
        <w:numPr>
          <w:ilvl w:val="0"/>
          <w:numId w:val="0"/>
        </w:numPr>
        <w:ind w:left="630" w:hanging="360"/>
      </w:pPr>
      <w:r>
        <w:t xml:space="preserve"> </w:t>
      </w:r>
    </w:p>
    <w:p w14:paraId="0E3CDC3E" w14:textId="77777777" w:rsidR="007E20F1" w:rsidRPr="003B0F0A" w:rsidRDefault="007E20F1" w:rsidP="007E20F1">
      <w:pPr>
        <w:pStyle w:val="BodyText"/>
      </w:pPr>
    </w:p>
    <w:p w14:paraId="4FD9F4F0" w14:textId="77777777" w:rsidR="007E20F1" w:rsidRDefault="007E20F1" w:rsidP="007E20F1">
      <w:pPr>
        <w:pStyle w:val="Subtitle"/>
        <w:jc w:val="left"/>
        <w:rPr>
          <w:rFonts w:ascii="Arial" w:hAnsi="Arial" w:cs="Arial"/>
          <w:sz w:val="20"/>
          <w:szCs w:val="20"/>
        </w:rPr>
      </w:pPr>
      <w:r>
        <w:rPr>
          <w:rFonts w:ascii="Arial" w:hAnsi="Arial" w:cs="Arial"/>
          <w:sz w:val="20"/>
          <w:szCs w:val="20"/>
        </w:rPr>
        <w:t xml:space="preserve">Use this space to write any other comments </w:t>
      </w:r>
      <w:r w:rsidR="00FA012C">
        <w:rPr>
          <w:rFonts w:ascii="Arial" w:hAnsi="Arial" w:cs="Arial"/>
          <w:sz w:val="20"/>
          <w:szCs w:val="20"/>
        </w:rPr>
        <w:t>you’d like to make to this team</w:t>
      </w:r>
      <w:r>
        <w:rPr>
          <w:rFonts w:ascii="Arial" w:hAnsi="Arial" w:cs="Arial"/>
          <w:sz w:val="20"/>
          <w:szCs w:val="20"/>
        </w:rPr>
        <w:t>.</w:t>
      </w:r>
    </w:p>
    <w:p w14:paraId="779680CA" w14:textId="77777777" w:rsidR="007E20F1" w:rsidRPr="00F666A2" w:rsidRDefault="007E20F1" w:rsidP="007E20F1">
      <w:pPr>
        <w:spacing w:after="0" w:line="560" w:lineRule="atLeast"/>
      </w:pPr>
    </w:p>
    <w:p w14:paraId="63D7AAE9" w14:textId="77777777" w:rsidR="00FA012C" w:rsidRDefault="00FA012C" w:rsidP="00FA012C">
      <w:pPr>
        <w:pStyle w:val="ResourceNo"/>
      </w:pPr>
      <w:r>
        <w:lastRenderedPageBreak/>
        <w:t>Student Resource 12.2</w:t>
      </w:r>
    </w:p>
    <w:p w14:paraId="63C48B47" w14:textId="77777777" w:rsidR="00FA012C" w:rsidRDefault="00FA012C" w:rsidP="00FA012C">
      <w:pPr>
        <w:pStyle w:val="ResourceTitle"/>
        <w:spacing w:after="0" w:line="340" w:lineRule="atLeast"/>
      </w:pPr>
      <w:r>
        <w:t>Culminating Project: Personal Critique</w:t>
      </w:r>
    </w:p>
    <w:p w14:paraId="168A293D" w14:textId="72FE54D5" w:rsidR="00FA012C" w:rsidRPr="006D483F" w:rsidRDefault="00FA012C" w:rsidP="007F7713">
      <w:pPr>
        <w:pStyle w:val="Instructions"/>
      </w:pPr>
    </w:p>
    <w:p w14:paraId="4D5CC900" w14:textId="77777777" w:rsidR="00FA012C" w:rsidRPr="006D483F" w:rsidRDefault="00FA012C" w:rsidP="006D483F">
      <w:pPr>
        <w:pStyle w:val="Instructions"/>
      </w:pPr>
      <w:r w:rsidRPr="006D483F">
        <w:t>Name: __________________________________________________ Date: __________________</w:t>
      </w:r>
    </w:p>
    <w:p w14:paraId="7B97D58B" w14:textId="0EC5DB32" w:rsidR="00FA012C" w:rsidRPr="006D483F" w:rsidRDefault="00FA012C" w:rsidP="006D483F">
      <w:pPr>
        <w:pStyle w:val="Instructions"/>
      </w:pPr>
      <w:r w:rsidRPr="006D483F">
        <w:t xml:space="preserve">Instructions: </w:t>
      </w:r>
      <w:r w:rsidR="00A90AF8" w:rsidRPr="006D483F">
        <w:t xml:space="preserve">Complete the questions below with thoughtful, thorough answers. Together they provide an objective but </w:t>
      </w:r>
      <w:r w:rsidR="00A90AF8" w:rsidRPr="007F7713">
        <w:t>personal critique of your work on this culminating project.</w:t>
      </w:r>
    </w:p>
    <w:p w14:paraId="396264E8" w14:textId="75C08492" w:rsidR="00A90AF8" w:rsidRDefault="00390FE4" w:rsidP="000C11C3">
      <w:pPr>
        <w:pStyle w:val="H2"/>
      </w:pPr>
      <w:r>
        <w:t>Rate Your Performance</w:t>
      </w:r>
    </w:p>
    <w:p w14:paraId="53CCE02A" w14:textId="3867D26C" w:rsidR="00390FE4" w:rsidRDefault="00390FE4" w:rsidP="00390FE4">
      <w:pPr>
        <w:pStyle w:val="BodyText"/>
      </w:pPr>
      <w:r>
        <w:t xml:space="preserve">On the rating scale below, circle the number that you feel best </w:t>
      </w:r>
      <w:r w:rsidR="0024666F">
        <w:t>represents your own performance during the panel presentation or ethics bowl:</w:t>
      </w:r>
    </w:p>
    <w:p w14:paraId="79E3EF7F" w14:textId="77777777" w:rsidR="0024666F" w:rsidRDefault="0024666F" w:rsidP="00390FE4">
      <w:pPr>
        <w:pStyle w:val="BodyText"/>
      </w:pPr>
    </w:p>
    <w:p w14:paraId="020059AC" w14:textId="112DE9FF" w:rsidR="0024666F" w:rsidRDefault="0024666F" w:rsidP="00390FE4">
      <w:pPr>
        <w:pStyle w:val="BodyText"/>
      </w:pPr>
      <w:r>
        <w:t>______________________________________________________________________</w:t>
      </w:r>
    </w:p>
    <w:p w14:paraId="17222985" w14:textId="149F84EC" w:rsidR="0024666F" w:rsidRDefault="0024666F" w:rsidP="00390FE4">
      <w:pPr>
        <w:pStyle w:val="BodyText"/>
      </w:pPr>
      <w:r>
        <w:t xml:space="preserve">  1                           2                                3                            4                               5</w:t>
      </w:r>
    </w:p>
    <w:p w14:paraId="2976A07F" w14:textId="33064A47" w:rsidR="0024666F" w:rsidRDefault="0024666F" w:rsidP="00390FE4">
      <w:pPr>
        <w:pStyle w:val="BodyText"/>
      </w:pPr>
      <w:r>
        <w:t>Terrible              Not great                   Okay                     Pretty good                Superb</w:t>
      </w:r>
    </w:p>
    <w:p w14:paraId="46F7FF34" w14:textId="77777777" w:rsidR="0024666F" w:rsidRDefault="0024666F" w:rsidP="00390FE4">
      <w:pPr>
        <w:pStyle w:val="BodyText"/>
      </w:pPr>
    </w:p>
    <w:p w14:paraId="135C5E36" w14:textId="109A6126" w:rsidR="0024666F" w:rsidRDefault="0024666F" w:rsidP="00390FE4">
      <w:pPr>
        <w:pStyle w:val="BodyText"/>
      </w:pPr>
      <w:r>
        <w:t>Explain why you chose this rating:</w:t>
      </w:r>
    </w:p>
    <w:p w14:paraId="5996FDFB" w14:textId="77777777" w:rsidR="0024666F" w:rsidRDefault="0024666F" w:rsidP="00390FE4">
      <w:pPr>
        <w:pStyle w:val="BodyText"/>
      </w:pPr>
    </w:p>
    <w:p w14:paraId="0D8DB5EA" w14:textId="77777777" w:rsidR="0024666F" w:rsidRDefault="0024666F" w:rsidP="00390FE4">
      <w:pPr>
        <w:pStyle w:val="BodyText"/>
      </w:pPr>
    </w:p>
    <w:p w14:paraId="108893F3" w14:textId="77777777" w:rsidR="0024666F" w:rsidRDefault="0024666F" w:rsidP="00390FE4">
      <w:pPr>
        <w:pStyle w:val="BodyText"/>
      </w:pPr>
    </w:p>
    <w:p w14:paraId="62A07EC2" w14:textId="77777777" w:rsidR="0024666F" w:rsidRDefault="0024666F" w:rsidP="00390FE4">
      <w:pPr>
        <w:pStyle w:val="BodyText"/>
      </w:pPr>
    </w:p>
    <w:p w14:paraId="422BBC22" w14:textId="5ABD8A55" w:rsidR="0024666F" w:rsidRDefault="006D483F" w:rsidP="000C11C3">
      <w:pPr>
        <w:pStyle w:val="H2"/>
      </w:pPr>
      <w:r>
        <w:t xml:space="preserve">Consider </w:t>
      </w:r>
      <w:r w:rsidR="0096052E">
        <w:t>What You’d Do Differently</w:t>
      </w:r>
    </w:p>
    <w:p w14:paraId="3A7421EC" w14:textId="15017744" w:rsidR="0096052E" w:rsidRDefault="0096052E" w:rsidP="0096052E">
      <w:pPr>
        <w:pStyle w:val="BodyText"/>
      </w:pPr>
      <w:r>
        <w:t>For each of the topics below, describe whether you felt you did your best work or whether you’d do something differently next time, and why:</w:t>
      </w:r>
    </w:p>
    <w:p w14:paraId="6541B2BA" w14:textId="55A12AB1" w:rsidR="0096052E" w:rsidRDefault="0096052E" w:rsidP="0096052E">
      <w:pPr>
        <w:pStyle w:val="Style1"/>
      </w:pPr>
      <w:r>
        <w:t>Research report:</w:t>
      </w:r>
    </w:p>
    <w:p w14:paraId="22EFAD3B" w14:textId="77777777" w:rsidR="0096052E" w:rsidRDefault="0096052E" w:rsidP="0096052E">
      <w:pPr>
        <w:pStyle w:val="Style1"/>
      </w:pPr>
    </w:p>
    <w:p w14:paraId="5FD57D9C" w14:textId="77777777" w:rsidR="0096052E" w:rsidRDefault="0096052E" w:rsidP="0096052E">
      <w:pPr>
        <w:pStyle w:val="Style1"/>
      </w:pPr>
    </w:p>
    <w:p w14:paraId="1C40A6F6" w14:textId="1BB0ACB4" w:rsidR="0096052E" w:rsidRDefault="0096052E" w:rsidP="0096052E">
      <w:pPr>
        <w:pStyle w:val="Style1"/>
      </w:pPr>
      <w:r>
        <w:t>Teamwork:</w:t>
      </w:r>
    </w:p>
    <w:p w14:paraId="7751E44F" w14:textId="77777777" w:rsidR="0096052E" w:rsidRDefault="0096052E" w:rsidP="0096052E">
      <w:pPr>
        <w:pStyle w:val="Style1"/>
      </w:pPr>
    </w:p>
    <w:p w14:paraId="63DE2E8F" w14:textId="77777777" w:rsidR="0096052E" w:rsidRDefault="0096052E" w:rsidP="0096052E">
      <w:pPr>
        <w:pStyle w:val="Style1"/>
      </w:pPr>
    </w:p>
    <w:p w14:paraId="5DAD147D" w14:textId="501C3721" w:rsidR="0096052E" w:rsidRDefault="000C11C3" w:rsidP="0096052E">
      <w:pPr>
        <w:pStyle w:val="Style1"/>
      </w:pPr>
      <w:r w:rsidRPr="000C11C3">
        <w:t>Speaker</w:t>
      </w:r>
      <w:r w:rsidR="0096052E">
        <w:t xml:space="preserve"> notes:</w:t>
      </w:r>
    </w:p>
    <w:p w14:paraId="5DA4EDFB" w14:textId="77777777" w:rsidR="0096052E" w:rsidRDefault="0096052E" w:rsidP="0096052E">
      <w:pPr>
        <w:pStyle w:val="Style1"/>
      </w:pPr>
    </w:p>
    <w:p w14:paraId="1B4AAF7F" w14:textId="77777777" w:rsidR="0096052E" w:rsidRDefault="0096052E" w:rsidP="0096052E">
      <w:pPr>
        <w:pStyle w:val="Style1"/>
      </w:pPr>
    </w:p>
    <w:p w14:paraId="1B3B518A" w14:textId="054C50E2" w:rsidR="0096052E" w:rsidRDefault="0096052E" w:rsidP="0096052E">
      <w:pPr>
        <w:pStyle w:val="Style1"/>
      </w:pPr>
      <w:r>
        <w:t>Performance during the panel presentation or ethics bowl:</w:t>
      </w:r>
    </w:p>
    <w:p w14:paraId="4DB3C9AA" w14:textId="77777777" w:rsidR="0096052E" w:rsidRDefault="0096052E" w:rsidP="0096052E">
      <w:pPr>
        <w:pStyle w:val="Style1"/>
      </w:pPr>
    </w:p>
    <w:p w14:paraId="5BC7A493" w14:textId="77777777" w:rsidR="0096052E" w:rsidRDefault="0096052E" w:rsidP="0096052E">
      <w:pPr>
        <w:pStyle w:val="Style1"/>
      </w:pPr>
    </w:p>
    <w:p w14:paraId="53F7F8DE" w14:textId="11AE3C40" w:rsidR="0096052E" w:rsidRDefault="00773D85" w:rsidP="000C11C3">
      <w:pPr>
        <w:pStyle w:val="H2"/>
      </w:pPr>
      <w:r>
        <w:lastRenderedPageBreak/>
        <w:t>What Improved from Completing This Culminating Project</w:t>
      </w:r>
      <w:r w:rsidR="007F7713">
        <w:t>?</w:t>
      </w:r>
    </w:p>
    <w:p w14:paraId="6A215E77" w14:textId="5CB8E72C" w:rsidR="00773D85" w:rsidRDefault="00773D85" w:rsidP="00773D85">
      <w:pPr>
        <w:pStyle w:val="BodyText"/>
      </w:pPr>
      <w:r>
        <w:t xml:space="preserve">Working on an intense project like this gives you the practice that can push you to the next level of skill. Did this project help you to improve in any of the following areas? Whether the answer is yes or no, </w:t>
      </w:r>
      <w:r w:rsidR="008238FF">
        <w:t>include a sentence of explanation.</w:t>
      </w:r>
    </w:p>
    <w:p w14:paraId="4D7A0259" w14:textId="75330CD2" w:rsidR="008238FF" w:rsidRDefault="00B3503D" w:rsidP="00B3503D">
      <w:pPr>
        <w:pStyle w:val="Style1"/>
      </w:pPr>
      <w:r>
        <w:t>Research skills:</w:t>
      </w:r>
    </w:p>
    <w:p w14:paraId="70FB5684" w14:textId="77777777" w:rsidR="00B3503D" w:rsidRDefault="00B3503D" w:rsidP="00B3503D">
      <w:pPr>
        <w:pStyle w:val="Style1"/>
      </w:pPr>
    </w:p>
    <w:p w14:paraId="427FD2B1" w14:textId="77777777" w:rsidR="00B3503D" w:rsidRDefault="00B3503D" w:rsidP="00B3503D">
      <w:pPr>
        <w:pStyle w:val="Style1"/>
      </w:pPr>
    </w:p>
    <w:p w14:paraId="3CC2BAA0" w14:textId="2BA7B716" w:rsidR="00B3503D" w:rsidRDefault="00B3503D" w:rsidP="00B3503D">
      <w:pPr>
        <w:pStyle w:val="Style1"/>
      </w:pPr>
      <w:r>
        <w:t>Writing skills:</w:t>
      </w:r>
    </w:p>
    <w:p w14:paraId="157E5C4D" w14:textId="77777777" w:rsidR="00B3503D" w:rsidRDefault="00B3503D" w:rsidP="00B3503D">
      <w:pPr>
        <w:pStyle w:val="Style1"/>
      </w:pPr>
    </w:p>
    <w:p w14:paraId="5C279AE9" w14:textId="77777777" w:rsidR="00B3503D" w:rsidRDefault="00B3503D" w:rsidP="00B3503D">
      <w:pPr>
        <w:pStyle w:val="Style1"/>
      </w:pPr>
    </w:p>
    <w:p w14:paraId="766EC744" w14:textId="1F9C07E5" w:rsidR="00B3503D" w:rsidRDefault="00B3503D" w:rsidP="00B3503D">
      <w:pPr>
        <w:pStyle w:val="Style1"/>
      </w:pPr>
      <w:r>
        <w:t>Interpersonal skills (working with others on a team):</w:t>
      </w:r>
    </w:p>
    <w:p w14:paraId="12DF67C1" w14:textId="77777777" w:rsidR="00B3503D" w:rsidRDefault="00B3503D" w:rsidP="00B3503D">
      <w:pPr>
        <w:pStyle w:val="Style1"/>
      </w:pPr>
    </w:p>
    <w:p w14:paraId="3FE7992F" w14:textId="77777777" w:rsidR="00B3503D" w:rsidRDefault="00B3503D" w:rsidP="00B3503D">
      <w:pPr>
        <w:pStyle w:val="Style1"/>
      </w:pPr>
    </w:p>
    <w:p w14:paraId="32EC745F" w14:textId="0EBD6BB2" w:rsidR="00B3503D" w:rsidRDefault="00B3503D" w:rsidP="00B3503D">
      <w:pPr>
        <w:pStyle w:val="Style1"/>
      </w:pPr>
      <w:r>
        <w:t>Organizational skills:</w:t>
      </w:r>
    </w:p>
    <w:p w14:paraId="34392140" w14:textId="77777777" w:rsidR="00B3503D" w:rsidRDefault="00B3503D" w:rsidP="00B3503D">
      <w:pPr>
        <w:pStyle w:val="Style1"/>
      </w:pPr>
    </w:p>
    <w:p w14:paraId="13D93E2B" w14:textId="77777777" w:rsidR="00B3503D" w:rsidRDefault="00B3503D" w:rsidP="00B3503D">
      <w:pPr>
        <w:pStyle w:val="Style1"/>
      </w:pPr>
    </w:p>
    <w:p w14:paraId="1032BB6F" w14:textId="3D6D674B" w:rsidR="00B3503D" w:rsidRDefault="00B3503D" w:rsidP="00B3503D">
      <w:pPr>
        <w:pStyle w:val="Style1"/>
      </w:pPr>
      <w:r>
        <w:t>Use of an ethical decision-making framework:</w:t>
      </w:r>
    </w:p>
    <w:p w14:paraId="028B84AC" w14:textId="77777777" w:rsidR="00B3503D" w:rsidRDefault="00B3503D" w:rsidP="00B3503D">
      <w:pPr>
        <w:pStyle w:val="Style1"/>
      </w:pPr>
    </w:p>
    <w:p w14:paraId="2920738E" w14:textId="77777777" w:rsidR="00B3503D" w:rsidRDefault="00B3503D" w:rsidP="00B3503D">
      <w:pPr>
        <w:pStyle w:val="Style1"/>
      </w:pPr>
    </w:p>
    <w:p w14:paraId="5CFDC7C1" w14:textId="082F2B21" w:rsidR="00B3503D" w:rsidRDefault="00B3503D" w:rsidP="00B3503D">
      <w:pPr>
        <w:pStyle w:val="Style1"/>
      </w:pPr>
      <w:r>
        <w:t>Listening skills:</w:t>
      </w:r>
    </w:p>
    <w:p w14:paraId="0EE527A9" w14:textId="77777777" w:rsidR="00B3503D" w:rsidRDefault="00B3503D" w:rsidP="00B3503D">
      <w:pPr>
        <w:pStyle w:val="Style1"/>
      </w:pPr>
    </w:p>
    <w:p w14:paraId="14965553" w14:textId="77777777" w:rsidR="00B3503D" w:rsidRDefault="00B3503D" w:rsidP="00B3503D">
      <w:pPr>
        <w:pStyle w:val="Style1"/>
      </w:pPr>
    </w:p>
    <w:p w14:paraId="66541DCD" w14:textId="0AC1078D" w:rsidR="00B3503D" w:rsidRDefault="00B3503D" w:rsidP="00B3503D">
      <w:pPr>
        <w:pStyle w:val="Style1"/>
      </w:pPr>
      <w:r>
        <w:t>Presenting skills:</w:t>
      </w:r>
    </w:p>
    <w:p w14:paraId="44083AB5" w14:textId="77777777" w:rsidR="00B3503D" w:rsidRDefault="00B3503D" w:rsidP="00B3503D">
      <w:pPr>
        <w:pStyle w:val="Style1"/>
      </w:pPr>
    </w:p>
    <w:p w14:paraId="2A4B5EE0" w14:textId="77777777" w:rsidR="00B3503D" w:rsidRDefault="00B3503D" w:rsidP="00B3503D">
      <w:pPr>
        <w:pStyle w:val="Style1"/>
      </w:pPr>
    </w:p>
    <w:p w14:paraId="054D5391" w14:textId="3E4C443E" w:rsidR="00B3503D" w:rsidRDefault="00623756" w:rsidP="00B3503D">
      <w:pPr>
        <w:pStyle w:val="Style1"/>
      </w:pPr>
      <w:r>
        <w:t>Managing delays, frustrations, disagreements:</w:t>
      </w:r>
    </w:p>
    <w:p w14:paraId="2D62B1D0" w14:textId="77777777" w:rsidR="00623756" w:rsidRDefault="00623756" w:rsidP="00B3503D">
      <w:pPr>
        <w:pStyle w:val="Style1"/>
      </w:pPr>
    </w:p>
    <w:p w14:paraId="0EE2C389" w14:textId="77777777" w:rsidR="00623756" w:rsidRDefault="00623756" w:rsidP="00B3503D">
      <w:pPr>
        <w:pStyle w:val="Style1"/>
      </w:pPr>
    </w:p>
    <w:p w14:paraId="2C741D69" w14:textId="77777777" w:rsidR="00623756" w:rsidRDefault="00623756" w:rsidP="00B3503D">
      <w:pPr>
        <w:pStyle w:val="Style1"/>
      </w:pPr>
    </w:p>
    <w:p w14:paraId="7D991949" w14:textId="10D5831B" w:rsidR="00623756" w:rsidRDefault="00623756" w:rsidP="000C11C3">
      <w:pPr>
        <w:pStyle w:val="H2"/>
      </w:pPr>
      <w:r>
        <w:t>How Would You Complete This Sentence?</w:t>
      </w:r>
    </w:p>
    <w:p w14:paraId="4844C20F" w14:textId="5995B888" w:rsidR="00623756" w:rsidRDefault="00623756" w:rsidP="00623756">
      <w:pPr>
        <w:pStyle w:val="BodyText"/>
      </w:pPr>
      <w:r>
        <w:t xml:space="preserve">As one final thought on the work you </w:t>
      </w:r>
      <w:r w:rsidR="001B0A1B">
        <w:t xml:space="preserve">did </w:t>
      </w:r>
      <w:r>
        <w:t xml:space="preserve">for this project, complete </w:t>
      </w:r>
      <w:r w:rsidR="001B0A1B">
        <w:t xml:space="preserve">the following </w:t>
      </w:r>
      <w:r>
        <w:t>sentence. Follow it up with a description of the benefits and challenges of working with your team.</w:t>
      </w:r>
    </w:p>
    <w:p w14:paraId="6A136B7D" w14:textId="7B292806" w:rsidR="00623756" w:rsidRPr="00623756" w:rsidRDefault="00623756" w:rsidP="00623756">
      <w:pPr>
        <w:pStyle w:val="Style1"/>
      </w:pPr>
      <w:r>
        <w:t>From working with my culminating project team, I have learned more about…</w:t>
      </w:r>
    </w:p>
    <w:p w14:paraId="174A0B0B" w14:textId="77777777" w:rsidR="00A90AF8" w:rsidRDefault="00A90AF8" w:rsidP="006D483F">
      <w:pPr>
        <w:pStyle w:val="Instructions"/>
      </w:pPr>
    </w:p>
    <w:p w14:paraId="0AE83FD1" w14:textId="77777777" w:rsidR="00FA012C" w:rsidRPr="00FA012C" w:rsidRDefault="00FA012C" w:rsidP="006D483F">
      <w:pPr>
        <w:pStyle w:val="Instructions"/>
      </w:pPr>
    </w:p>
    <w:p w14:paraId="0AE4F465" w14:textId="77777777" w:rsidR="007E20F1" w:rsidRDefault="007E20F1" w:rsidP="007E20F1">
      <w:pPr>
        <w:pStyle w:val="BodyText"/>
      </w:pPr>
    </w:p>
    <w:p w14:paraId="7E12E884" w14:textId="77777777" w:rsidR="00B61403" w:rsidRDefault="00B61403" w:rsidP="007E20F1">
      <w:pPr>
        <w:pStyle w:val="BodyText"/>
      </w:pPr>
    </w:p>
    <w:p w14:paraId="3E944878" w14:textId="77777777" w:rsidR="00F711E3" w:rsidRPr="009645DE" w:rsidRDefault="00F711E3" w:rsidP="00F711E3">
      <w:pPr>
        <w:pStyle w:val="H3"/>
        <w:rPr>
          <w:rFonts w:cs="Courier New"/>
        </w:rPr>
      </w:pPr>
      <w:r>
        <w:t>Make sure your assignment meets or exceeds the following assessment criteria:</w:t>
      </w:r>
    </w:p>
    <w:p w14:paraId="59ACF69D" w14:textId="01788369" w:rsidR="00F711E3" w:rsidRDefault="00F711E3" w:rsidP="00F711E3">
      <w:pPr>
        <w:pStyle w:val="BL"/>
      </w:pPr>
      <w:r>
        <w:t>Th</w:t>
      </w:r>
      <w:r w:rsidR="00AC25F6">
        <w:t>e critique is an honest and thoughtful analysis of the student’s performance on the project</w:t>
      </w:r>
      <w:r>
        <w:t>.</w:t>
      </w:r>
    </w:p>
    <w:p w14:paraId="5B7DC8C3" w14:textId="60B09D05" w:rsidR="00F711E3" w:rsidRDefault="00AC25F6" w:rsidP="00F711E3">
      <w:pPr>
        <w:pStyle w:val="BL"/>
      </w:pPr>
      <w:r>
        <w:t>The critique considers what the student did well and what could be improved</w:t>
      </w:r>
      <w:r w:rsidR="00F711E3">
        <w:t xml:space="preserve">. </w:t>
      </w:r>
    </w:p>
    <w:p w14:paraId="038BD7FB" w14:textId="350995D6" w:rsidR="00F711E3" w:rsidRDefault="00AC25F6" w:rsidP="00F711E3">
      <w:pPr>
        <w:pStyle w:val="BL"/>
      </w:pPr>
      <w:r>
        <w:t>The critique demonstrates an understanding of the complexity of group dynamics and the skill required to work well with a team</w:t>
      </w:r>
      <w:r w:rsidR="00F711E3">
        <w:t xml:space="preserve">. </w:t>
      </w:r>
    </w:p>
    <w:p w14:paraId="26E96451" w14:textId="1566306E" w:rsidR="00F711E3" w:rsidRDefault="00AC25F6" w:rsidP="00F711E3">
      <w:pPr>
        <w:pStyle w:val="BL"/>
      </w:pPr>
      <w:r>
        <w:t>The critique completely answers every section</w:t>
      </w:r>
      <w:r w:rsidR="00F711E3">
        <w:t>.</w:t>
      </w:r>
    </w:p>
    <w:p w14:paraId="0C5CAD74" w14:textId="727B05D2" w:rsidR="00AC25F6" w:rsidRDefault="00AC25F6" w:rsidP="00F711E3">
      <w:pPr>
        <w:pStyle w:val="BL"/>
      </w:pPr>
      <w:r>
        <w:t>The critique is properly sp</w:t>
      </w:r>
      <w:r w:rsidR="004C0F2F">
        <w:t>elled and grammatically correct</w:t>
      </w:r>
      <w:r w:rsidR="0015549E">
        <w:t>.</w:t>
      </w:r>
    </w:p>
    <w:p w14:paraId="62BA50BD" w14:textId="77777777" w:rsidR="00F711E3" w:rsidRDefault="00F711E3" w:rsidP="00F711E3">
      <w:pPr>
        <w:pStyle w:val="BL"/>
        <w:numPr>
          <w:ilvl w:val="0"/>
          <w:numId w:val="0"/>
        </w:numPr>
        <w:ind w:left="648"/>
      </w:pPr>
    </w:p>
    <w:p w14:paraId="366F007F" w14:textId="77777777" w:rsidR="00B61403" w:rsidRPr="00C67015" w:rsidRDefault="00B61403" w:rsidP="007E20F1">
      <w:pPr>
        <w:pStyle w:val="BodyText"/>
      </w:pPr>
    </w:p>
    <w:sectPr w:rsidR="00B61403" w:rsidRPr="00C67015" w:rsidSect="007E20F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5C039" w14:textId="77777777" w:rsidR="00C04455" w:rsidRDefault="00C04455">
      <w:r>
        <w:separator/>
      </w:r>
    </w:p>
  </w:endnote>
  <w:endnote w:type="continuationSeparator" w:id="0">
    <w:p w14:paraId="6409270D" w14:textId="77777777" w:rsidR="00C04455" w:rsidRDefault="00C04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auto"/>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20C14" w14:textId="77777777" w:rsidR="00CF3E07" w:rsidRDefault="00CF3E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8CB15" w14:textId="77777777" w:rsidR="00CF3E07" w:rsidRPr="000E5180" w:rsidRDefault="00CF3E07" w:rsidP="00CF3E07">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584717905"/>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1FE76A6C" w14:textId="20EFEBEC" w:rsidR="007E20F1" w:rsidRPr="00CF3E07" w:rsidRDefault="007E20F1" w:rsidP="00CF3E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0ECD1" w14:textId="77777777" w:rsidR="00CF3E07" w:rsidRPr="000E5180" w:rsidRDefault="00CF3E07" w:rsidP="00CF3E07">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3C2614C5" w14:textId="4D17A3BA" w:rsidR="007E20F1" w:rsidRPr="00CF3E07" w:rsidRDefault="007E20F1" w:rsidP="00CF3E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59A3A" w14:textId="77777777" w:rsidR="00C04455" w:rsidRDefault="00C04455">
      <w:r>
        <w:separator/>
      </w:r>
    </w:p>
  </w:footnote>
  <w:footnote w:type="continuationSeparator" w:id="0">
    <w:p w14:paraId="4253D3A4" w14:textId="77777777" w:rsidR="00C04455" w:rsidRDefault="00C04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A7821" w14:textId="77777777" w:rsidR="00CF3E07" w:rsidRDefault="00CF3E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9941B" w14:textId="0BAF30CE" w:rsidR="007E20F1" w:rsidRPr="0016704E" w:rsidRDefault="00F36D66" w:rsidP="007E20F1">
    <w:pPr>
      <w:pStyle w:val="Headers"/>
    </w:pPr>
    <w:r>
      <w:rPr>
        <w:b/>
      </w:rPr>
      <w:t xml:space="preserve">NAF Professional </w:t>
    </w:r>
    <w:r w:rsidR="007E20F1">
      <w:rPr>
        <w:b/>
      </w:rPr>
      <w:t xml:space="preserve">Ethics </w:t>
    </w:r>
  </w:p>
  <w:p w14:paraId="2DC3DD80" w14:textId="5AF00276" w:rsidR="007E20F1" w:rsidRDefault="007E20F1" w:rsidP="007E20F1">
    <w:pPr>
      <w:pStyle w:val="Headers"/>
    </w:pPr>
    <w:r>
      <w:rPr>
        <w:b/>
      </w:rPr>
      <w:t>Lesson 1</w:t>
    </w:r>
    <w:r w:rsidR="00F36D66">
      <w:rPr>
        <w:b/>
      </w:rPr>
      <w:t>2</w:t>
    </w:r>
    <w:r w:rsidRPr="0016704E">
      <w:rPr>
        <w:b/>
      </w:rPr>
      <w:t xml:space="preserve"> </w:t>
    </w:r>
    <w:r>
      <w:t>Project Presentation and Course Closure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2F17" w14:textId="77777777" w:rsidR="00CF3E07" w:rsidRDefault="00CF3E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B30326"/>
    <w:multiLevelType w:val="hybridMultilevel"/>
    <w:tmpl w:val="4F40C12C"/>
    <w:lvl w:ilvl="0" w:tplc="000F0409">
      <w:start w:val="4"/>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15:restartNumberingAfterBreak="0">
    <w:nsid w:val="249237F0"/>
    <w:multiLevelType w:val="hybridMultilevel"/>
    <w:tmpl w:val="6E4605E2"/>
    <w:lvl w:ilvl="0" w:tplc="000F0409">
      <w:start w:val="5"/>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75B8609B"/>
    <w:multiLevelType w:val="hybridMultilevel"/>
    <w:tmpl w:val="EDB040D6"/>
    <w:lvl w:ilvl="0" w:tplc="DB2CA23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tar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tar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tar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1"/>
  </w:num>
  <w:num w:numId="3">
    <w:abstractNumId w:val="5"/>
  </w:num>
  <w:num w:numId="4">
    <w:abstractNumId w:val="22"/>
  </w:num>
  <w:num w:numId="5">
    <w:abstractNumId w:val="16"/>
  </w:num>
  <w:num w:numId="6">
    <w:abstractNumId w:val="8"/>
  </w:num>
  <w:num w:numId="7">
    <w:abstractNumId w:val="16"/>
    <w:lvlOverride w:ilvl="0">
      <w:startOverride w:val="1"/>
    </w:lvlOverride>
  </w:num>
  <w:num w:numId="8">
    <w:abstractNumId w:val="3"/>
  </w:num>
  <w:num w:numId="9">
    <w:abstractNumId w:val="0"/>
  </w:num>
  <w:num w:numId="10">
    <w:abstractNumId w:val="4"/>
  </w:num>
  <w:num w:numId="11">
    <w:abstractNumId w:val="17"/>
  </w:num>
  <w:num w:numId="12">
    <w:abstractNumId w:val="15"/>
  </w:num>
  <w:num w:numId="13">
    <w:abstractNumId w:val="19"/>
  </w:num>
  <w:num w:numId="14">
    <w:abstractNumId w:val="18"/>
  </w:num>
  <w:num w:numId="15">
    <w:abstractNumId w:val="6"/>
  </w:num>
  <w:num w:numId="16">
    <w:abstractNumId w:val="20"/>
  </w:num>
  <w:num w:numId="17">
    <w:abstractNumId w:val="16"/>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6"/>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23"/>
  </w:num>
  <w:num w:numId="20">
    <w:abstractNumId w:val="6"/>
  </w:num>
  <w:num w:numId="21">
    <w:abstractNumId w:val="16"/>
  </w:num>
  <w:num w:numId="22">
    <w:abstractNumId w:val="9"/>
  </w:num>
  <w:num w:numId="23">
    <w:abstractNumId w:val="10"/>
  </w:num>
  <w:num w:numId="24">
    <w:abstractNumId w:val="14"/>
  </w:num>
  <w:num w:numId="25">
    <w:abstractNumId w:val="13"/>
  </w:num>
  <w:num w:numId="26">
    <w:abstractNumId w:val="11"/>
  </w:num>
  <w:num w:numId="27">
    <w:abstractNumId w:val="12"/>
  </w:num>
  <w:num w:numId="28">
    <w:abstractNumId w:val="7"/>
  </w:num>
  <w:num w:numId="29">
    <w:abstractNumId w:val="1"/>
  </w:num>
  <w:num w:numId="30">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I0NrSwtDCyMLY0NjJW0lEKTi0uzszPAykwrAUA8J6ruCwAAAA="/>
  </w:docVars>
  <w:rsids>
    <w:rsidRoot w:val="00806A87"/>
    <w:rsid w:val="00034391"/>
    <w:rsid w:val="000C11C3"/>
    <w:rsid w:val="0015549E"/>
    <w:rsid w:val="00162E98"/>
    <w:rsid w:val="001B0A1B"/>
    <w:rsid w:val="001B1616"/>
    <w:rsid w:val="001D3E69"/>
    <w:rsid w:val="00203017"/>
    <w:rsid w:val="002053D7"/>
    <w:rsid w:val="0024666F"/>
    <w:rsid w:val="0025035B"/>
    <w:rsid w:val="002B0DCB"/>
    <w:rsid w:val="00320D72"/>
    <w:rsid w:val="00390FE4"/>
    <w:rsid w:val="003975A1"/>
    <w:rsid w:val="003F4C4F"/>
    <w:rsid w:val="00401D04"/>
    <w:rsid w:val="00411259"/>
    <w:rsid w:val="00441E30"/>
    <w:rsid w:val="004C0F2F"/>
    <w:rsid w:val="004E5D46"/>
    <w:rsid w:val="004F0EF1"/>
    <w:rsid w:val="0059699E"/>
    <w:rsid w:val="005A7CDC"/>
    <w:rsid w:val="005D1DC8"/>
    <w:rsid w:val="00623756"/>
    <w:rsid w:val="00694E95"/>
    <w:rsid w:val="006B2A0A"/>
    <w:rsid w:val="006D483F"/>
    <w:rsid w:val="007220D5"/>
    <w:rsid w:val="00723F39"/>
    <w:rsid w:val="00735D7D"/>
    <w:rsid w:val="00773D85"/>
    <w:rsid w:val="007C2087"/>
    <w:rsid w:val="007E20F1"/>
    <w:rsid w:val="007F7713"/>
    <w:rsid w:val="00806A87"/>
    <w:rsid w:val="0081630D"/>
    <w:rsid w:val="008238FF"/>
    <w:rsid w:val="00877D97"/>
    <w:rsid w:val="009131FC"/>
    <w:rsid w:val="0096052E"/>
    <w:rsid w:val="00A0671F"/>
    <w:rsid w:val="00A61BFA"/>
    <w:rsid w:val="00A90AF8"/>
    <w:rsid w:val="00AC25F6"/>
    <w:rsid w:val="00B1362F"/>
    <w:rsid w:val="00B25A47"/>
    <w:rsid w:val="00B3503D"/>
    <w:rsid w:val="00B5295E"/>
    <w:rsid w:val="00B60126"/>
    <w:rsid w:val="00B61403"/>
    <w:rsid w:val="00BF1F67"/>
    <w:rsid w:val="00C04455"/>
    <w:rsid w:val="00C456D6"/>
    <w:rsid w:val="00C7621C"/>
    <w:rsid w:val="00C8011D"/>
    <w:rsid w:val="00CA1241"/>
    <w:rsid w:val="00CF3E07"/>
    <w:rsid w:val="00D05436"/>
    <w:rsid w:val="00D14621"/>
    <w:rsid w:val="00DC5916"/>
    <w:rsid w:val="00E608CC"/>
    <w:rsid w:val="00EA246F"/>
    <w:rsid w:val="00F36D66"/>
    <w:rsid w:val="00F711E3"/>
    <w:rsid w:val="00FA0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1F5ED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F36D66"/>
    <w:pPr>
      <w:spacing w:after="120" w:line="240" w:lineRule="atLeast"/>
    </w:pPr>
    <w:rPr>
      <w:rFonts w:ascii="Arial" w:hAnsi="Arial"/>
      <w:szCs w:val="24"/>
    </w:rPr>
  </w:style>
  <w:style w:type="paragraph" w:styleId="Heading1">
    <w:name w:val="heading 1"/>
    <w:basedOn w:val="Normal"/>
    <w:next w:val="Normal"/>
    <w:rsid w:val="00F36D66"/>
    <w:pPr>
      <w:keepNext/>
      <w:spacing w:before="240" w:after="60"/>
      <w:outlineLvl w:val="0"/>
    </w:pPr>
    <w:rPr>
      <w:rFonts w:cs="Arial"/>
      <w:b/>
      <w:bCs/>
      <w:kern w:val="32"/>
      <w:sz w:val="32"/>
      <w:szCs w:val="32"/>
    </w:rPr>
  </w:style>
  <w:style w:type="paragraph" w:styleId="Heading3">
    <w:name w:val="heading 3"/>
    <w:basedOn w:val="Normal"/>
    <w:next w:val="Normal"/>
    <w:qFormat/>
    <w:rsid w:val="00526EF5"/>
    <w:pPr>
      <w:keepNext/>
      <w:spacing w:before="240" w:after="60"/>
      <w:outlineLvl w:val="2"/>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F36D66"/>
    <w:pPr>
      <w:spacing w:before="120"/>
    </w:pPr>
  </w:style>
  <w:style w:type="character" w:customStyle="1" w:styleId="BodyTextChar">
    <w:name w:val="Body Text Char"/>
    <w:basedOn w:val="DefaultParagraphFont"/>
    <w:link w:val="BodyText"/>
    <w:rsid w:val="00F36D66"/>
    <w:rPr>
      <w:rFonts w:ascii="Arial" w:hAnsi="Arial"/>
      <w:szCs w:val="24"/>
    </w:rPr>
  </w:style>
  <w:style w:type="paragraph" w:customStyle="1" w:styleId="TableHeadings">
    <w:name w:val="Table Headings"/>
    <w:basedOn w:val="Normal"/>
    <w:autoRedefine/>
    <w:qFormat/>
    <w:rsid w:val="00F36D66"/>
    <w:pPr>
      <w:tabs>
        <w:tab w:val="left" w:pos="360"/>
        <w:tab w:val="left" w:pos="720"/>
      </w:tabs>
      <w:spacing w:before="120"/>
    </w:pPr>
    <w:rPr>
      <w:b/>
      <w:color w:val="FFFFFF"/>
      <w:szCs w:val="20"/>
    </w:rPr>
  </w:style>
  <w:style w:type="paragraph" w:customStyle="1" w:styleId="Tabletext-white">
    <w:name w:val="Table text - white"/>
    <w:basedOn w:val="TableText"/>
    <w:rsid w:val="00F36D66"/>
    <w:rPr>
      <w:color w:val="FFFFFF"/>
    </w:rPr>
  </w:style>
  <w:style w:type="paragraph" w:customStyle="1" w:styleId="TableText">
    <w:name w:val="Table Text"/>
    <w:basedOn w:val="Normal"/>
    <w:autoRedefine/>
    <w:qFormat/>
    <w:rsid w:val="00F36D66"/>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F36D66"/>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F36D66"/>
    <w:pPr>
      <w:numPr>
        <w:numId w:val="7"/>
      </w:numPr>
      <w:spacing w:before="240" w:after="0"/>
    </w:pPr>
  </w:style>
  <w:style w:type="paragraph" w:customStyle="1" w:styleId="ResourceNo">
    <w:name w:val="ResourceNo"/>
    <w:basedOn w:val="Normal"/>
    <w:next w:val="ResourceTitle"/>
    <w:link w:val="ResourceNoChar"/>
    <w:autoRedefine/>
    <w:rsid w:val="00F36D66"/>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36D66"/>
    <w:rPr>
      <w:rFonts w:ascii="Arial" w:hAnsi="Arial" w:cs="AvenirLT-Heavy"/>
      <w:b/>
      <w:color w:val="27448B"/>
      <w:szCs w:val="44"/>
    </w:rPr>
  </w:style>
  <w:style w:type="paragraph" w:customStyle="1" w:styleId="Tabletextcolumnheadings">
    <w:name w:val="Table text column headings"/>
    <w:basedOn w:val="Normal"/>
    <w:rsid w:val="009E6CA2"/>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F36D66"/>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F36D66"/>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6D483F"/>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Header">
    <w:name w:val="header"/>
    <w:basedOn w:val="Normal"/>
    <w:rsid w:val="00F36D66"/>
    <w:pPr>
      <w:tabs>
        <w:tab w:val="center" w:pos="4320"/>
        <w:tab w:val="right" w:pos="8640"/>
      </w:tabs>
    </w:pPr>
  </w:style>
  <w:style w:type="paragraph" w:customStyle="1" w:styleId="ResourceTitle">
    <w:name w:val="Resource Title"/>
    <w:basedOn w:val="Normal"/>
    <w:next w:val="Instructions"/>
    <w:autoRedefine/>
    <w:rsid w:val="00F36D66"/>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F36D66"/>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F36D66"/>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F36D66"/>
    <w:rPr>
      <w:rFonts w:ascii="Tahoma" w:hAnsi="Tahoma" w:cs="Tahoma"/>
      <w:sz w:val="16"/>
      <w:szCs w:val="16"/>
    </w:rPr>
  </w:style>
  <w:style w:type="character" w:styleId="Hyperlink">
    <w:name w:val="Hyperlink"/>
    <w:basedOn w:val="DefaultParagraphFont"/>
    <w:rsid w:val="00F36D66"/>
    <w:rPr>
      <w:rFonts w:cs="Times New Roman"/>
      <w:color w:val="0000FF"/>
      <w:u w:val="single"/>
    </w:rPr>
  </w:style>
  <w:style w:type="paragraph" w:customStyle="1" w:styleId="CourseName">
    <w:name w:val="Course Name"/>
    <w:basedOn w:val="Normal"/>
    <w:next w:val="LessonNo"/>
    <w:autoRedefine/>
    <w:rsid w:val="00F36D66"/>
    <w:pPr>
      <w:spacing w:line="240" w:lineRule="auto"/>
      <w:jc w:val="center"/>
    </w:pPr>
    <w:rPr>
      <w:rFonts w:cs="Arial"/>
      <w:color w:val="000080"/>
      <w:sz w:val="36"/>
      <w:szCs w:val="36"/>
    </w:rPr>
  </w:style>
  <w:style w:type="paragraph" w:styleId="CommentText">
    <w:name w:val="annotation text"/>
    <w:basedOn w:val="Normal"/>
    <w:link w:val="CommentTextChar"/>
    <w:semiHidden/>
    <w:rsid w:val="00F36D66"/>
    <w:pPr>
      <w:ind w:left="576" w:hanging="576"/>
    </w:pPr>
  </w:style>
  <w:style w:type="paragraph" w:customStyle="1" w:styleId="Resources">
    <w:name w:val="Resources"/>
    <w:basedOn w:val="Normal"/>
    <w:autoRedefine/>
    <w:rsid w:val="00F36D66"/>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link w:val="FooterChar"/>
    <w:uiPriority w:val="99"/>
    <w:rsid w:val="00F36D66"/>
    <w:pPr>
      <w:tabs>
        <w:tab w:val="center" w:pos="4320"/>
        <w:tab w:val="right" w:pos="8640"/>
      </w:tabs>
    </w:pPr>
    <w:rPr>
      <w:sz w:val="16"/>
    </w:rPr>
  </w:style>
  <w:style w:type="character" w:styleId="CommentReference">
    <w:name w:val="annotation reference"/>
    <w:basedOn w:val="DefaultParagraphFont"/>
    <w:rsid w:val="00F36D66"/>
    <w:rPr>
      <w:sz w:val="16"/>
      <w:szCs w:val="16"/>
    </w:rPr>
  </w:style>
  <w:style w:type="paragraph" w:styleId="CommentSubject">
    <w:name w:val="annotation subject"/>
    <w:basedOn w:val="CommentText"/>
    <w:next w:val="CommentText"/>
    <w:link w:val="CommentSubjectChar"/>
    <w:rsid w:val="00F36D66"/>
    <w:pPr>
      <w:spacing w:line="240" w:lineRule="auto"/>
      <w:ind w:left="0" w:firstLine="0"/>
    </w:pPr>
    <w:rPr>
      <w:b/>
      <w:bCs/>
    </w:rPr>
  </w:style>
  <w:style w:type="table" w:styleId="TableGrid">
    <w:name w:val="Table Grid"/>
    <w:basedOn w:val="TableNormal"/>
    <w:rsid w:val="00F36D66"/>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
    <w:name w:val="Char Char"/>
    <w:rsid w:val="00257806"/>
    <w:rPr>
      <w:rFonts w:ascii="Arial" w:hAnsi="Arial"/>
      <w:szCs w:val="24"/>
      <w:lang w:val="en-US" w:eastAsia="en-US" w:bidi="ar-SA"/>
    </w:rPr>
  </w:style>
  <w:style w:type="paragraph" w:styleId="Subtitle">
    <w:name w:val="Subtitle"/>
    <w:basedOn w:val="Normal"/>
    <w:next w:val="Normal"/>
    <w:link w:val="SubtitleChar"/>
    <w:uiPriority w:val="11"/>
    <w:qFormat/>
    <w:rsid w:val="00164695"/>
    <w:pPr>
      <w:spacing w:after="60"/>
      <w:jc w:val="center"/>
      <w:outlineLvl w:val="1"/>
    </w:pPr>
    <w:rPr>
      <w:rFonts w:ascii="Cambria" w:hAnsi="Cambria"/>
      <w:sz w:val="24"/>
    </w:rPr>
  </w:style>
  <w:style w:type="character" w:customStyle="1" w:styleId="SubtitleChar">
    <w:name w:val="Subtitle Char"/>
    <w:link w:val="Subtitle"/>
    <w:uiPriority w:val="11"/>
    <w:rsid w:val="00164695"/>
    <w:rPr>
      <w:rFonts w:ascii="Cambria" w:hAnsi="Cambria"/>
      <w:sz w:val="24"/>
      <w:szCs w:val="24"/>
    </w:rPr>
  </w:style>
  <w:style w:type="paragraph" w:customStyle="1" w:styleId="Headers">
    <w:name w:val="Headers"/>
    <w:basedOn w:val="Normal"/>
    <w:autoRedefine/>
    <w:rsid w:val="00F36D66"/>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F36D66"/>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F36D66"/>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F36D66"/>
    <w:pPr>
      <w:numPr>
        <w:numId w:val="0"/>
      </w:numPr>
      <w:spacing w:before="120" w:after="120"/>
      <w:ind w:left="648"/>
    </w:pPr>
  </w:style>
  <w:style w:type="paragraph" w:customStyle="1" w:styleId="H2">
    <w:name w:val="H2"/>
    <w:basedOn w:val="Normal"/>
    <w:next w:val="Normal"/>
    <w:autoRedefine/>
    <w:qFormat/>
    <w:rsid w:val="00F36D66"/>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F36D66"/>
    <w:pPr>
      <w:spacing w:before="120"/>
    </w:pPr>
    <w:rPr>
      <w:b w:val="0"/>
      <w:sz w:val="24"/>
    </w:rPr>
  </w:style>
  <w:style w:type="paragraph" w:customStyle="1" w:styleId="code">
    <w:name w:val="code"/>
    <w:basedOn w:val="BodyText"/>
    <w:autoRedefine/>
    <w:rsid w:val="00F36D66"/>
    <w:pPr>
      <w:spacing w:after="0"/>
      <w:ind w:left="274"/>
    </w:pPr>
    <w:rPr>
      <w:rFonts w:ascii="Courier" w:hAnsi="Courier"/>
    </w:rPr>
  </w:style>
  <w:style w:type="paragraph" w:customStyle="1" w:styleId="codeindent1">
    <w:name w:val="code indent 1"/>
    <w:basedOn w:val="code"/>
    <w:rsid w:val="00F36D66"/>
    <w:pPr>
      <w:ind w:left="720"/>
    </w:pPr>
  </w:style>
  <w:style w:type="paragraph" w:customStyle="1" w:styleId="codeindent2">
    <w:name w:val="code indent 2"/>
    <w:basedOn w:val="code"/>
    <w:rsid w:val="00F36D66"/>
    <w:pPr>
      <w:ind w:left="1440"/>
    </w:pPr>
  </w:style>
  <w:style w:type="character" w:customStyle="1" w:styleId="codechar">
    <w:name w:val="code char"/>
    <w:basedOn w:val="DefaultParagraphFont"/>
    <w:rsid w:val="00F36D66"/>
    <w:rPr>
      <w:rFonts w:ascii="Courier" w:hAnsi="Courier"/>
      <w:sz w:val="20"/>
    </w:rPr>
  </w:style>
  <w:style w:type="paragraph" w:customStyle="1" w:styleId="Style1">
    <w:name w:val="Style1"/>
    <w:basedOn w:val="TableHeadings"/>
    <w:rsid w:val="00F36D66"/>
    <w:pPr>
      <w:spacing w:line="240" w:lineRule="auto"/>
    </w:pPr>
    <w:rPr>
      <w:color w:val="000000"/>
    </w:rPr>
  </w:style>
  <w:style w:type="paragraph" w:customStyle="1" w:styleId="TableHeadingsBlack">
    <w:name w:val="Table Headings Black"/>
    <w:basedOn w:val="TableHeadings"/>
    <w:qFormat/>
    <w:rsid w:val="00F36D66"/>
    <w:pPr>
      <w:spacing w:line="240" w:lineRule="auto"/>
    </w:pPr>
    <w:rPr>
      <w:color w:val="000000"/>
    </w:rPr>
  </w:style>
  <w:style w:type="paragraph" w:customStyle="1" w:styleId="CrieriaTablelist">
    <w:name w:val="Crieria Table list"/>
    <w:basedOn w:val="BodyText"/>
    <w:autoRedefine/>
    <w:rsid w:val="00F36D66"/>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F36D66"/>
    <w:rPr>
      <w:sz w:val="24"/>
      <w:szCs w:val="24"/>
    </w:rPr>
  </w:style>
  <w:style w:type="table" w:customStyle="1" w:styleId="LightShading-Accent11">
    <w:name w:val="Light Shading - Accent 11"/>
    <w:aliases w:val="Student / Teacher Resource Table"/>
    <w:basedOn w:val="TableNormal"/>
    <w:uiPriority w:val="60"/>
    <w:rsid w:val="00F36D66"/>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FFFFF" w:themeColor="accent6"/>
      </w:rPr>
      <w:tblPr/>
      <w:tcPr>
        <w:shd w:val="clear" w:color="auto" w:fill="336699"/>
      </w:tcPr>
    </w:tblStylePr>
    <w:tblStylePr w:type="lastRow">
      <w:pPr>
        <w:spacing w:before="0" w:after="0" w:line="240" w:lineRule="auto"/>
      </w:pPr>
      <w:rPr>
        <w:b/>
        <w:bCs/>
      </w:rPr>
      <w:tblPr/>
      <w:tcPr>
        <w:tcBorders>
          <w:top w:val="single" w:sz="8" w:space="0" w:color="FFFFFF" w:themeColor="accent1"/>
          <w:left w:val="nil"/>
          <w:bottom w:val="single" w:sz="8" w:space="0" w:color="FFFF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1" w:themeFillTint="3F"/>
      </w:tcPr>
    </w:tblStylePr>
    <w:tblStylePr w:type="band1Horz">
      <w:tblPr/>
      <w:tcPr>
        <w:shd w:val="clear" w:color="auto" w:fill="FFFFFF" w:themeFill="accent2"/>
      </w:tcPr>
    </w:tblStylePr>
    <w:tblStylePr w:type="band2Horz">
      <w:tblPr/>
      <w:tcPr>
        <w:shd w:val="clear" w:color="auto" w:fill="CADCEE" w:themeFill="background1"/>
      </w:tcPr>
    </w:tblStylePr>
  </w:style>
  <w:style w:type="paragraph" w:customStyle="1" w:styleId="BL-sub">
    <w:name w:val="BL-sub"/>
    <w:basedOn w:val="BL"/>
    <w:qFormat/>
    <w:rsid w:val="00F36D66"/>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F36D66"/>
    <w:rPr>
      <w:rFonts w:ascii="Arial" w:hAnsi="Arial"/>
      <w:szCs w:val="24"/>
    </w:rPr>
  </w:style>
  <w:style w:type="character" w:customStyle="1" w:styleId="CommentSubjectChar">
    <w:name w:val="Comment Subject Char"/>
    <w:basedOn w:val="CommentTextChar"/>
    <w:link w:val="CommentSubject"/>
    <w:rsid w:val="00F36D66"/>
    <w:rPr>
      <w:rFonts w:ascii="Arial" w:hAnsi="Arial"/>
      <w:b/>
      <w:bCs/>
      <w:szCs w:val="24"/>
    </w:rPr>
  </w:style>
  <w:style w:type="paragraph" w:customStyle="1" w:styleId="TableBL">
    <w:name w:val="Table BL"/>
    <w:basedOn w:val="BL"/>
    <w:autoRedefine/>
    <w:qFormat/>
    <w:rsid w:val="00F36D66"/>
    <w:pPr>
      <w:spacing w:before="0" w:after="80"/>
      <w:ind w:left="360"/>
    </w:pPr>
  </w:style>
  <w:style w:type="character" w:customStyle="1" w:styleId="FooterChar">
    <w:name w:val="Footer Char"/>
    <w:basedOn w:val="DefaultParagraphFont"/>
    <w:link w:val="Footer"/>
    <w:uiPriority w:val="99"/>
    <w:rsid w:val="00B60126"/>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Student%20Resource%20Template_100214.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Template_100214</Template>
  <TotalTime>0</TotalTime>
  <Pages>5</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3</cp:revision>
  <cp:lastPrinted>2007-08-02T21:15:00Z</cp:lastPrinted>
  <dcterms:created xsi:type="dcterms:W3CDTF">2021-07-20T17:13:00Z</dcterms:created>
  <dcterms:modified xsi:type="dcterms:W3CDTF">2021-07-30T15:18:00Z</dcterms:modified>
  <cp:category/>
</cp:coreProperties>
</file>